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993" w:rsidRDefault="00421993" w:rsidP="007B6A3B">
      <w:pPr>
        <w:rPr>
          <w:rFonts w:ascii="Times New Roman" w:hAnsi="Times New Roman"/>
          <w:b/>
          <w:sz w:val="28"/>
          <w:szCs w:val="28"/>
        </w:rPr>
      </w:pPr>
      <w:r w:rsidRPr="007B6A3B">
        <w:rPr>
          <w:rFonts w:ascii="Times New Roman" w:hAnsi="Times New Roman"/>
          <w:b/>
          <w:sz w:val="28"/>
          <w:szCs w:val="28"/>
        </w:rPr>
        <w:t>Tea Tree Oil Method for Treating Pearly Penile Papules</w:t>
      </w:r>
    </w:p>
    <w:p w:rsidR="00421993" w:rsidRDefault="00421993" w:rsidP="007B6A3B">
      <w:pPr>
        <w:rPr>
          <w:rFonts w:ascii="Times New Roman" w:hAnsi="Times New Roman"/>
          <w:sz w:val="24"/>
          <w:szCs w:val="24"/>
        </w:rPr>
      </w:pPr>
      <w:r>
        <w:rPr>
          <w:rFonts w:ascii="Times New Roman" w:hAnsi="Times New Roman"/>
          <w:sz w:val="24"/>
          <w:szCs w:val="24"/>
        </w:rPr>
        <w:t xml:space="preserve">Tea tree oil method is one of the most used homemade treatments for curing pearly penile papules. The numerous advantages it displays as well as the fact that it is highly effective make of this treatment one of the patients’ favorite ways of getting rid of that ugly bumps which are troubling them so much. </w:t>
      </w:r>
    </w:p>
    <w:p w:rsidR="00421993" w:rsidRDefault="00421993" w:rsidP="007B6A3B">
      <w:pPr>
        <w:rPr>
          <w:rFonts w:ascii="Times New Roman" w:hAnsi="Times New Roman"/>
          <w:sz w:val="24"/>
          <w:szCs w:val="24"/>
        </w:rPr>
      </w:pPr>
      <w:r>
        <w:rPr>
          <w:rFonts w:ascii="Times New Roman" w:hAnsi="Times New Roman"/>
          <w:sz w:val="24"/>
          <w:szCs w:val="24"/>
        </w:rPr>
        <w:t xml:space="preserve">For this method, the patient will only need a pack of cotton swabs and a small bottle of tea tree oil, both of which can be found in your local store. In order for the method to be highly effective, you will firstly need to clean the area thoroughly, so that there will be no other substance on the skin which can affect the tea tree oil’s action. After that, you will have to put a small amount of tea tree oil on a cotton swab and gently apply it on the affected area. Do not use a larger quantity of tea tree oil than it is necessary. Not only will the area be extremely oily afterwards, but the effects will not be better either. </w:t>
      </w:r>
    </w:p>
    <w:p w:rsidR="00421993" w:rsidRDefault="00421993" w:rsidP="007B6A3B">
      <w:pPr>
        <w:rPr>
          <w:rFonts w:ascii="Times New Roman" w:hAnsi="Times New Roman"/>
          <w:sz w:val="24"/>
          <w:szCs w:val="24"/>
        </w:rPr>
      </w:pPr>
      <w:r>
        <w:rPr>
          <w:rFonts w:ascii="Times New Roman" w:hAnsi="Times New Roman"/>
          <w:sz w:val="24"/>
          <w:szCs w:val="24"/>
        </w:rPr>
        <w:t xml:space="preserve">This procedure should be repeated at least three times per day. You can apply it in the morning, at lunchtime and in the evening, so that the amount of time which passes from one application to another will be equal and the tea tree oil will have enough time to activate all its curative properties. It may take some days, up to a week until you start seeing the first results, however you should be perseverant and keep on following the treatment as this is the only way through which the treatment will become effective. </w:t>
      </w:r>
    </w:p>
    <w:p w:rsidR="00421993" w:rsidRDefault="00421993" w:rsidP="007B6A3B">
      <w:pPr>
        <w:rPr>
          <w:rFonts w:ascii="Times New Roman" w:hAnsi="Times New Roman"/>
          <w:sz w:val="24"/>
          <w:szCs w:val="24"/>
        </w:rPr>
      </w:pPr>
      <w:r>
        <w:rPr>
          <w:rFonts w:ascii="Times New Roman" w:hAnsi="Times New Roman"/>
          <w:sz w:val="24"/>
          <w:szCs w:val="24"/>
        </w:rPr>
        <w:t xml:space="preserve">In addition to that, think about the fact that this method has no side effects, so that nothing will happen to you during or after the procedure. There will be no recovery period and you will not have to spend a fortune on the treatment. Thus, this is a quite convenient method, which will make you forget about all the pain, discomfort and worrying which come with the pearly penile papules. Also, you will be making this treatment in the safety of your home, without anyone to stare at the bumps from your penis and without the need to get undressed in front of strangers. </w:t>
      </w:r>
    </w:p>
    <w:p w:rsidR="00421993" w:rsidRDefault="00421993" w:rsidP="007B6A3B">
      <w:pPr>
        <w:rPr>
          <w:rFonts w:ascii="Times New Roman" w:hAnsi="Times New Roman"/>
          <w:sz w:val="24"/>
          <w:szCs w:val="24"/>
        </w:rPr>
      </w:pPr>
      <w:r>
        <w:rPr>
          <w:rFonts w:ascii="Times New Roman" w:hAnsi="Times New Roman"/>
          <w:sz w:val="24"/>
          <w:szCs w:val="24"/>
        </w:rPr>
        <w:t>Resource box:</w:t>
      </w:r>
    </w:p>
    <w:p w:rsidR="00421993" w:rsidRDefault="00421993" w:rsidP="007B6A3B">
      <w:pPr>
        <w:rPr>
          <w:rFonts w:ascii="Times New Roman" w:hAnsi="Times New Roman"/>
          <w:sz w:val="24"/>
          <w:szCs w:val="24"/>
        </w:rPr>
      </w:pPr>
      <w:r>
        <w:rPr>
          <w:rFonts w:ascii="Times New Roman" w:hAnsi="Times New Roman"/>
          <w:sz w:val="24"/>
          <w:szCs w:val="24"/>
        </w:rPr>
        <w:t xml:space="preserve">If you want a sure, cheap and safe method of making the pearly penile papules disappear then </w:t>
      </w:r>
      <w:r w:rsidRPr="00A21208">
        <w:rPr>
          <w:rFonts w:ascii="Times New Roman" w:hAnsi="Times New Roman"/>
          <w:sz w:val="24"/>
          <w:szCs w:val="24"/>
        </w:rPr>
        <w:t>&lt;a href="http://www.pearlypapulesremoval.com"&gt;Click Here...&lt;/a&gt;</w:t>
      </w:r>
      <w:r>
        <w:rPr>
          <w:rFonts w:ascii="Times New Roman" w:hAnsi="Times New Roman"/>
          <w:sz w:val="24"/>
          <w:szCs w:val="24"/>
        </w:rPr>
        <w:t>. You will find all the necessary details which will help you put this method into practice and will enable you to have a normal sexual</w:t>
      </w:r>
      <w:bookmarkStart w:id="0" w:name="_GoBack"/>
      <w:bookmarkEnd w:id="0"/>
      <w:r>
        <w:rPr>
          <w:rFonts w:ascii="Times New Roman" w:hAnsi="Times New Roman"/>
          <w:sz w:val="24"/>
          <w:szCs w:val="24"/>
        </w:rPr>
        <w:t xml:space="preserve"> life. </w:t>
      </w:r>
    </w:p>
    <w:p w:rsidR="00421993" w:rsidRDefault="00421993" w:rsidP="007B6A3B">
      <w:pPr>
        <w:rPr>
          <w:rFonts w:ascii="Times New Roman" w:hAnsi="Times New Roman"/>
          <w:sz w:val="24"/>
          <w:szCs w:val="24"/>
        </w:rPr>
      </w:pPr>
    </w:p>
    <w:p w:rsidR="00421993" w:rsidRPr="00A6479F" w:rsidRDefault="00421993" w:rsidP="007B6A3B">
      <w:pPr>
        <w:rPr>
          <w:rFonts w:ascii="Times New Roman" w:hAnsi="Times New Roman"/>
          <w:sz w:val="24"/>
          <w:szCs w:val="24"/>
        </w:rPr>
      </w:pPr>
      <w:r w:rsidRPr="00A6479F">
        <w:rPr>
          <w:rFonts w:ascii="Times New Roman" w:hAnsi="Times New Roman"/>
          <w:sz w:val="24"/>
          <w:szCs w:val="24"/>
        </w:rPr>
        <w:t>&lt;a href="http://www.pearlypapulesremoval.com"&gt;Pearly Papules Removal&lt;/a&gt;</w:t>
      </w:r>
    </w:p>
    <w:sectPr w:rsidR="00421993" w:rsidRPr="00A6479F" w:rsidSect="007B6A3B">
      <w:pgSz w:w="12240" w:h="15840"/>
      <w:pgMar w:top="142"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728"/>
    <w:multiLevelType w:val="hybridMultilevel"/>
    <w:tmpl w:val="1D1053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6A3B"/>
    <w:rsid w:val="00033C35"/>
    <w:rsid w:val="000F0E70"/>
    <w:rsid w:val="00152605"/>
    <w:rsid w:val="00421993"/>
    <w:rsid w:val="00490357"/>
    <w:rsid w:val="004D5E34"/>
    <w:rsid w:val="005233E8"/>
    <w:rsid w:val="005D5435"/>
    <w:rsid w:val="00700356"/>
    <w:rsid w:val="00740451"/>
    <w:rsid w:val="007510FB"/>
    <w:rsid w:val="007B6A3B"/>
    <w:rsid w:val="00864A30"/>
    <w:rsid w:val="008838BB"/>
    <w:rsid w:val="008873BA"/>
    <w:rsid w:val="00903563"/>
    <w:rsid w:val="00A21208"/>
    <w:rsid w:val="00A6479F"/>
    <w:rsid w:val="00B42740"/>
    <w:rsid w:val="00C12C06"/>
    <w:rsid w:val="00C95C20"/>
    <w:rsid w:val="00DB3FE1"/>
    <w:rsid w:val="00DE208E"/>
    <w:rsid w:val="00ED2379"/>
    <w:rsid w:val="00F71DF8"/>
    <w:rsid w:val="00F827EF"/>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451"/>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B6A3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1</Pages>
  <Words>371</Words>
  <Characters>2115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51</cp:revision>
  <dcterms:created xsi:type="dcterms:W3CDTF">2010-06-21T10:19:00Z</dcterms:created>
  <dcterms:modified xsi:type="dcterms:W3CDTF">2010-06-22T16:57:00Z</dcterms:modified>
</cp:coreProperties>
</file>